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1B58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</w:t>
      </w:r>
      <w:r w:rsidR="00666DC2">
        <w:rPr>
          <w:rFonts w:ascii="Corbel" w:hAnsi="Corbel"/>
          <w:smallCaps/>
          <w:sz w:val="24"/>
          <w:szCs w:val="24"/>
        </w:rPr>
        <w:t>3</w:t>
      </w:r>
    </w:p>
    <w:p w14:paraId="5357066F" w14:textId="3F990FB5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530D14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530D14">
        <w:rPr>
          <w:rFonts w:ascii="Corbel" w:hAnsi="Corbel"/>
          <w:sz w:val="20"/>
          <w:szCs w:val="20"/>
        </w:rPr>
        <w:t>2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0668D252" w:rsidR="0085747A" w:rsidRPr="003965E8" w:rsidRDefault="003965E8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65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256FFECC" w:rsidR="00015B8F" w:rsidRPr="009C54AE" w:rsidRDefault="00396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osobista, direct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8D76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CDF6A" w14:textId="7E2B4A2C" w:rsidR="00E960BB" w:rsidRPr="009026B1" w:rsidRDefault="00EB2256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003E194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00923D7D">
        <w:tc>
          <w:tcPr>
            <w:tcW w:w="4962" w:type="dxa"/>
          </w:tcPr>
          <w:p w14:paraId="3DE60A20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55B756BE" w:rsidR="009026B1" w:rsidRPr="009C54AE" w:rsidRDefault="003965E8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0DAC7847" w14:textId="77777777" w:rsidTr="00923D7D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00923D7D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1F4F5CE8" w:rsidR="009026B1" w:rsidRPr="009C54AE" w:rsidRDefault="003965E8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575C32B" w14:textId="77777777" w:rsidTr="00923D7D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00923D7D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marketingowa: modele, struktury, formy przekazu / Jan W. Wiktor. - Wyd. 2 zm. i rozsz.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CEFBE" w14:textId="77777777" w:rsidR="00E66977" w:rsidRDefault="00E66977" w:rsidP="00C16ABF">
      <w:pPr>
        <w:spacing w:after="0" w:line="240" w:lineRule="auto"/>
      </w:pPr>
      <w:r>
        <w:separator/>
      </w:r>
    </w:p>
  </w:endnote>
  <w:endnote w:type="continuationSeparator" w:id="0">
    <w:p w14:paraId="561109E1" w14:textId="77777777" w:rsidR="00E66977" w:rsidRDefault="00E669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70E80" w14:textId="77777777" w:rsidR="00E66977" w:rsidRDefault="00E66977" w:rsidP="00C16ABF">
      <w:pPr>
        <w:spacing w:after="0" w:line="240" w:lineRule="auto"/>
      </w:pPr>
      <w:r>
        <w:separator/>
      </w:r>
    </w:p>
  </w:footnote>
  <w:footnote w:type="continuationSeparator" w:id="0">
    <w:p w14:paraId="2BA8E8A7" w14:textId="77777777" w:rsidR="00E66977" w:rsidRDefault="00E6697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965E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977"/>
    <w:rsid w:val="00E742AA"/>
    <w:rsid w:val="00E74D9B"/>
    <w:rsid w:val="00E77E88"/>
    <w:rsid w:val="00E8107D"/>
    <w:rsid w:val="00E960BB"/>
    <w:rsid w:val="00EA2074"/>
    <w:rsid w:val="00EA4832"/>
    <w:rsid w:val="00EA4E9D"/>
    <w:rsid w:val="00EB225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4C393A-8A6A-4F93-9FB0-15265849F0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F42A99-373D-405A-860A-FF619B22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987</Words>
  <Characters>5927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2020-11-17T19:00:00Z</dcterms:created>
  <dcterms:modified xsi:type="dcterms:W3CDTF">2021-02-11T18:58:00Z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